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11AB1" w14:textId="77777777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819E4DE" w14:textId="77777777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FORMULARZ OFERTOWY WYKONAWCY</w:t>
      </w:r>
    </w:p>
    <w:p w14:paraId="146E207F" w14:textId="77777777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Dane dotyczące Wykonawcy</w:t>
      </w:r>
    </w:p>
    <w:p w14:paraId="5FE167C0" w14:textId="77777777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Nazwa:</w:t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>......................................................................................................</w:t>
      </w:r>
    </w:p>
    <w:p w14:paraId="655612C1" w14:textId="577AC391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Siedziba:</w:t>
      </w:r>
      <w:r w:rsidRPr="008F54A6">
        <w:rPr>
          <w:rFonts w:ascii="Arial Narrow" w:hAnsi="Arial Narrow"/>
          <w:sz w:val="24"/>
          <w:szCs w:val="24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>......................................................................................................</w:t>
      </w:r>
    </w:p>
    <w:p w14:paraId="321A666F" w14:textId="77777777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  <w:proofErr w:type="spellStart"/>
      <w:r w:rsidRPr="008F54A6">
        <w:rPr>
          <w:rFonts w:ascii="Arial Narrow" w:hAnsi="Arial Narrow"/>
          <w:sz w:val="24"/>
          <w:szCs w:val="24"/>
          <w:lang w:val="de-DE"/>
        </w:rPr>
        <w:t>Nr</w:t>
      </w:r>
      <w:proofErr w:type="spellEnd"/>
      <w:r w:rsidRPr="008F54A6">
        <w:rPr>
          <w:rFonts w:ascii="Arial Narrow" w:hAnsi="Arial Narrow"/>
          <w:sz w:val="24"/>
          <w:szCs w:val="24"/>
          <w:lang w:val="de-DE"/>
        </w:rPr>
        <w:t xml:space="preserve"> NIP:</w:t>
      </w:r>
      <w:r w:rsidRPr="008F54A6">
        <w:rPr>
          <w:rFonts w:ascii="Arial Narrow" w:hAnsi="Arial Narrow"/>
          <w:sz w:val="24"/>
          <w:szCs w:val="24"/>
          <w:lang w:val="de-DE"/>
        </w:rPr>
        <w:tab/>
      </w:r>
      <w:r w:rsidRPr="008F54A6">
        <w:rPr>
          <w:rFonts w:ascii="Arial Narrow" w:hAnsi="Arial Narrow"/>
          <w:sz w:val="24"/>
          <w:szCs w:val="24"/>
          <w:lang w:val="de-DE"/>
        </w:rPr>
        <w:tab/>
        <w:t>......................................................................................................</w:t>
      </w:r>
    </w:p>
    <w:p w14:paraId="39D86E84" w14:textId="1BAD6765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  <w:proofErr w:type="spellStart"/>
      <w:r w:rsidRPr="008F54A6">
        <w:rPr>
          <w:rFonts w:ascii="Arial Narrow" w:hAnsi="Arial Narrow"/>
          <w:sz w:val="24"/>
          <w:szCs w:val="24"/>
          <w:lang w:val="de-DE"/>
        </w:rPr>
        <w:t>Nr</w:t>
      </w:r>
      <w:proofErr w:type="spellEnd"/>
      <w:r w:rsidRPr="008F54A6">
        <w:rPr>
          <w:rFonts w:ascii="Arial Narrow" w:hAnsi="Arial Narrow"/>
          <w:sz w:val="24"/>
          <w:szCs w:val="24"/>
          <w:lang w:val="de-DE"/>
        </w:rPr>
        <w:t xml:space="preserve"> REGON:</w:t>
      </w:r>
      <w:r w:rsidRPr="008F54A6">
        <w:rPr>
          <w:rFonts w:ascii="Arial Narrow" w:hAnsi="Arial Narrow"/>
          <w:sz w:val="24"/>
          <w:szCs w:val="24"/>
          <w:lang w:val="de-DE"/>
        </w:rPr>
        <w:tab/>
        <w:t>......................................................................................................</w:t>
      </w:r>
    </w:p>
    <w:p w14:paraId="3F148EA7" w14:textId="74F63A06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Nr telefonu / faks:</w:t>
      </w:r>
      <w:r w:rsidRPr="008F54A6">
        <w:rPr>
          <w:rFonts w:ascii="Arial Narrow" w:hAnsi="Arial Narrow"/>
          <w:sz w:val="24"/>
          <w:szCs w:val="24"/>
          <w:lang w:val="de-DE"/>
        </w:rPr>
        <w:t>......................................................................................................</w:t>
      </w:r>
    </w:p>
    <w:p w14:paraId="12B16833" w14:textId="251CEC2C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  <w:r w:rsidRPr="008F54A6">
        <w:rPr>
          <w:rFonts w:ascii="Arial Narrow" w:hAnsi="Arial Narrow"/>
          <w:sz w:val="24"/>
          <w:szCs w:val="24"/>
          <w:lang w:val="de-DE"/>
        </w:rPr>
        <w:t xml:space="preserve">Adres </w:t>
      </w:r>
      <w:proofErr w:type="spellStart"/>
      <w:r w:rsidRPr="008F54A6">
        <w:rPr>
          <w:rFonts w:ascii="Arial Narrow" w:hAnsi="Arial Narrow"/>
          <w:sz w:val="24"/>
          <w:szCs w:val="24"/>
          <w:lang w:val="de-DE"/>
        </w:rPr>
        <w:t>e-mail</w:t>
      </w:r>
      <w:proofErr w:type="spellEnd"/>
      <w:r w:rsidRPr="008F54A6">
        <w:rPr>
          <w:rFonts w:ascii="Arial Narrow" w:hAnsi="Arial Narrow"/>
          <w:sz w:val="24"/>
          <w:szCs w:val="24"/>
          <w:lang w:val="de-DE"/>
        </w:rPr>
        <w:t>:</w:t>
      </w:r>
      <w:r w:rsidRPr="008F54A6">
        <w:rPr>
          <w:rFonts w:ascii="Arial Narrow" w:hAnsi="Arial Narrow"/>
          <w:sz w:val="24"/>
          <w:szCs w:val="24"/>
          <w:lang w:val="de-DE"/>
        </w:rPr>
        <w:tab/>
        <w:t>......................................................................................................</w:t>
      </w:r>
    </w:p>
    <w:p w14:paraId="3AF7239A" w14:textId="04F7B133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  <w:r w:rsidRPr="008F54A6">
        <w:rPr>
          <w:rFonts w:ascii="Arial Narrow" w:hAnsi="Arial Narrow"/>
          <w:sz w:val="24"/>
          <w:szCs w:val="24"/>
          <w:lang w:val="de-DE"/>
        </w:rPr>
        <w:t xml:space="preserve">Adres </w:t>
      </w:r>
      <w:r w:rsidRPr="008F54A6">
        <w:rPr>
          <w:rFonts w:ascii="Arial Narrow" w:hAnsi="Arial Narrow"/>
          <w:sz w:val="24"/>
          <w:szCs w:val="24"/>
        </w:rPr>
        <w:t>skrzynki</w:t>
      </w:r>
      <w:r w:rsidRPr="008F54A6">
        <w:rPr>
          <w:rFonts w:ascii="Arial Narrow" w:hAnsi="Arial Narrow"/>
          <w:sz w:val="24"/>
          <w:szCs w:val="24"/>
          <w:lang w:val="de-DE"/>
        </w:rPr>
        <w:t xml:space="preserve"> </w:t>
      </w:r>
      <w:proofErr w:type="spellStart"/>
      <w:r w:rsidRPr="008F54A6">
        <w:rPr>
          <w:rFonts w:ascii="Arial Narrow" w:hAnsi="Arial Narrow"/>
          <w:sz w:val="24"/>
          <w:szCs w:val="24"/>
          <w:lang w:val="de-DE"/>
        </w:rPr>
        <w:t>ePUAP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lub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edoręczenia</w:t>
      </w:r>
      <w:proofErr w:type="spellEnd"/>
      <w:r w:rsidRPr="008F54A6">
        <w:rPr>
          <w:rFonts w:ascii="Arial Narrow" w:hAnsi="Arial Narrow"/>
          <w:sz w:val="24"/>
          <w:szCs w:val="24"/>
          <w:lang w:val="de-DE"/>
        </w:rPr>
        <w:t>:</w:t>
      </w:r>
      <w:r w:rsidRPr="008F54A6">
        <w:rPr>
          <w:rFonts w:ascii="Arial Narrow" w:hAnsi="Arial Narrow"/>
          <w:sz w:val="24"/>
          <w:szCs w:val="24"/>
          <w:lang w:val="de-DE"/>
        </w:rPr>
        <w:tab/>
        <w:t>.....................................................................................................</w:t>
      </w:r>
    </w:p>
    <w:p w14:paraId="361D91D4" w14:textId="77777777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  <w:lang w:val="de-DE"/>
        </w:rPr>
      </w:pPr>
    </w:p>
    <w:p w14:paraId="2770456A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Wykonawca jest:</w:t>
      </w:r>
    </w:p>
    <w:p w14:paraId="1923AD5B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mikroprzedsiębiorstwem,</w:t>
      </w:r>
    </w:p>
    <w:p w14:paraId="08BE383B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małym przedsiębiorstwem,</w:t>
      </w:r>
    </w:p>
    <w:p w14:paraId="047FDD72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średnim przedsiębiorstwem,</w:t>
      </w:r>
    </w:p>
    <w:p w14:paraId="385EFFC2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jednoosobową działalnością gospodarczą,</w:t>
      </w:r>
    </w:p>
    <w:p w14:paraId="2F8688CC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osobą fizyczną nieprowadzącą działalności gospodarczej,</w:t>
      </w:r>
    </w:p>
    <w:p w14:paraId="573AD359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sym w:font="Arial Narrow" w:char="F0A3"/>
      </w:r>
      <w:r w:rsidRPr="008F54A6">
        <w:rPr>
          <w:rFonts w:ascii="Arial Narrow" w:hAnsi="Arial Narrow"/>
          <w:sz w:val="24"/>
          <w:szCs w:val="24"/>
        </w:rPr>
        <w:t xml:space="preserve"> innym rodzajem</w:t>
      </w:r>
    </w:p>
    <w:p w14:paraId="06CAE3FD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– należy wybrać właściwe, poprzez zaznaczenie odpowiedniego pola symbolem x</w:t>
      </w:r>
    </w:p>
    <w:p w14:paraId="30990E8B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UWAGA:</w:t>
      </w:r>
    </w:p>
    <w:p w14:paraId="7ACFB5B9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W przypadku złożenia oferty przez Wykonawców wspólnie ubiegających się o zamówienie publiczne powyższą informację należy podać dla każdego z Wykonawców oddzielnie.</w:t>
      </w:r>
    </w:p>
    <w:p w14:paraId="0D7B6223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517089CB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Osoby do kontaktów z Zamawiającym</w:t>
      </w:r>
    </w:p>
    <w:p w14:paraId="6563099C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Nazwisko, imię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.......................................................................................................................,</w:t>
      </w:r>
    </w:p>
    <w:p w14:paraId="23748FD9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Stanowisko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.......................................................................................................................,</w:t>
      </w:r>
    </w:p>
    <w:p w14:paraId="49BF3A12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Telefon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..................................................., e-mail: ......................................................,</w:t>
      </w:r>
    </w:p>
    <w:p w14:paraId="48238DE5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17075D5D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Pełnomocnik w przypadku składania oferty wspólnej</w:t>
      </w:r>
    </w:p>
    <w:p w14:paraId="10958417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Nazwisko, imię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.......................................................................................................................,</w:t>
      </w:r>
    </w:p>
    <w:p w14:paraId="52F92EE3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Stanowisko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.......................................................................................................................,</w:t>
      </w:r>
    </w:p>
    <w:p w14:paraId="3C888DB6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Telefon</w:t>
      </w:r>
      <w:r w:rsidRPr="008F54A6">
        <w:rPr>
          <w:rFonts w:ascii="Arial Narrow" w:hAnsi="Arial Narrow"/>
          <w:sz w:val="24"/>
          <w:szCs w:val="24"/>
        </w:rPr>
        <w:tab/>
        <w:t>..................................................., e-mail: ......................................................,</w:t>
      </w:r>
    </w:p>
    <w:p w14:paraId="5DB15163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Zakres:</w:t>
      </w:r>
    </w:p>
    <w:p w14:paraId="768C2DBC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- do reprezentowania w postępowaniu,*</w:t>
      </w:r>
    </w:p>
    <w:p w14:paraId="7AC37F47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- do reprezentowania w postępowaniu i zawarcia umowy.*</w:t>
      </w:r>
    </w:p>
    <w:p w14:paraId="4B4E7606" w14:textId="77777777" w:rsidR="00F7582D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2674A6E" w14:textId="77777777" w:rsidR="00F7582D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8F6BBE8" w14:textId="1C12A59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ZOBOWIĄZANIE WYKONAWCY</w:t>
      </w:r>
    </w:p>
    <w:p w14:paraId="6C938985" w14:textId="61B04C0C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W odpowiedzi na ogłoszenie w trybie podstawowym na podstawie art. 275 pkt 1 ustawy </w:t>
      </w:r>
      <w:proofErr w:type="spellStart"/>
      <w:r w:rsidRPr="008F54A6">
        <w:rPr>
          <w:rFonts w:ascii="Arial Narrow" w:hAnsi="Arial Narrow"/>
          <w:sz w:val="24"/>
          <w:szCs w:val="24"/>
        </w:rPr>
        <w:t>Pzp</w:t>
      </w:r>
      <w:proofErr w:type="spellEnd"/>
      <w:r w:rsidRPr="008F54A6">
        <w:rPr>
          <w:rFonts w:ascii="Arial Narrow" w:hAnsi="Arial Narrow"/>
          <w:sz w:val="24"/>
          <w:szCs w:val="24"/>
        </w:rPr>
        <w:t xml:space="preserve"> na realizację zamówienia „</w:t>
      </w:r>
      <w:r w:rsidRPr="00E33DAB">
        <w:rPr>
          <w:rFonts w:ascii="Arial Narrow" w:hAnsi="Arial Narrow"/>
          <w:sz w:val="24"/>
          <w:szCs w:val="24"/>
        </w:rPr>
        <w:t>Usługa nadzoru inwestorskiego branży budowlanej dotyczy robót budowlano-</w:t>
      </w:r>
      <w:r w:rsidRPr="00E33DAB">
        <w:rPr>
          <w:rFonts w:ascii="Arial Narrow" w:hAnsi="Arial Narrow"/>
          <w:sz w:val="24"/>
          <w:szCs w:val="24"/>
        </w:rPr>
        <w:lastRenderedPageBreak/>
        <w:t>konserwatorskich przy remoncie elewacji w Muzeum Historii To</w:t>
      </w:r>
      <w:r>
        <w:rPr>
          <w:rFonts w:ascii="Arial Narrow" w:hAnsi="Arial Narrow"/>
          <w:sz w:val="24"/>
          <w:szCs w:val="24"/>
        </w:rPr>
        <w:t>r</w:t>
      </w:r>
      <w:r w:rsidRPr="00E33DAB">
        <w:rPr>
          <w:rFonts w:ascii="Arial Narrow" w:hAnsi="Arial Narrow"/>
          <w:sz w:val="24"/>
          <w:szCs w:val="24"/>
        </w:rPr>
        <w:t xml:space="preserve">unia w Domu </w:t>
      </w:r>
      <w:proofErr w:type="spellStart"/>
      <w:r w:rsidRPr="00E33DAB">
        <w:rPr>
          <w:rFonts w:ascii="Arial Narrow" w:hAnsi="Arial Narrow"/>
          <w:sz w:val="24"/>
          <w:szCs w:val="24"/>
        </w:rPr>
        <w:t>Esken</w:t>
      </w:r>
      <w:r>
        <w:rPr>
          <w:rFonts w:ascii="Arial Narrow" w:hAnsi="Arial Narrow"/>
          <w:sz w:val="24"/>
          <w:szCs w:val="24"/>
        </w:rPr>
        <w:t>ó</w:t>
      </w:r>
      <w:r w:rsidRPr="00E33DAB">
        <w:rPr>
          <w:rFonts w:ascii="Arial Narrow" w:hAnsi="Arial Narrow"/>
          <w:sz w:val="24"/>
          <w:szCs w:val="24"/>
        </w:rPr>
        <w:t>w</w:t>
      </w:r>
      <w:proofErr w:type="spellEnd"/>
      <w:r w:rsidRPr="00E33DAB">
        <w:rPr>
          <w:rFonts w:ascii="Arial Narrow" w:hAnsi="Arial Narrow"/>
          <w:sz w:val="24"/>
          <w:szCs w:val="24"/>
        </w:rPr>
        <w:t xml:space="preserve"> wraz z pracami dodatkowymi</w:t>
      </w:r>
      <w:r>
        <w:rPr>
          <w:rFonts w:ascii="Arial Narrow" w:hAnsi="Arial Narrow"/>
          <w:sz w:val="24"/>
          <w:szCs w:val="24"/>
        </w:rPr>
        <w:t>.</w:t>
      </w:r>
    </w:p>
    <w:p w14:paraId="730FB623" w14:textId="4FBE55DF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składam/y niniejszą ofertę wykonanie przedmiotu zamówienia na kwotę:</w:t>
      </w:r>
    </w:p>
    <w:p w14:paraId="3CCB629D" w14:textId="031AC80E" w:rsidR="00F7582D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14:paraId="0FA1C82E" w14:textId="05AEE985" w:rsidR="00041C6B" w:rsidRDefault="00041C6B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041C6B">
        <w:rPr>
          <w:rFonts w:ascii="Arial Narrow" w:hAnsi="Arial Narrow"/>
          <w:sz w:val="24"/>
          <w:szCs w:val="24"/>
        </w:rPr>
        <w:t>cena netto 1 godz. wykonania usługi</w:t>
      </w:r>
      <w:r>
        <w:rPr>
          <w:rFonts w:ascii="Arial Narrow" w:hAnsi="Arial Narrow"/>
          <w:sz w:val="24"/>
          <w:szCs w:val="24"/>
        </w:rPr>
        <w:t>: …………………………….. zł</w:t>
      </w:r>
    </w:p>
    <w:p w14:paraId="3CFDCEA7" w14:textId="16EF7243" w:rsidR="00041C6B" w:rsidRDefault="00041C6B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słownie: …………….…………….…………….…………….…………….…………….…………….…………….</w:t>
      </w:r>
    </w:p>
    <w:p w14:paraId="2D56242E" w14:textId="77777777" w:rsidR="00041C6B" w:rsidRPr="00041C6B" w:rsidRDefault="00041C6B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670EF94D" w14:textId="77777777" w:rsidR="00041C6B" w:rsidRPr="008F54A6" w:rsidRDefault="00041C6B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14:paraId="6B53CCEE" w14:textId="77777777" w:rsidR="00041C6B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netto: </w:t>
      </w:r>
      <w:r w:rsidRPr="008F54A6">
        <w:rPr>
          <w:rFonts w:ascii="Arial Narrow" w:hAnsi="Arial Narrow"/>
          <w:sz w:val="24"/>
          <w:szCs w:val="24"/>
        </w:rPr>
        <w:tab/>
      </w:r>
    </w:p>
    <w:p w14:paraId="6192EB4A" w14:textId="748C1943" w:rsidR="00F7582D" w:rsidRPr="008F54A6" w:rsidRDefault="00041C6B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Cena netto 1 godz. wykonania usługi x 180 godz. = </w:t>
      </w:r>
      <w:r w:rsidR="00F7582D" w:rsidRPr="008F54A6">
        <w:rPr>
          <w:rFonts w:ascii="Arial Narrow" w:hAnsi="Arial Narrow"/>
          <w:sz w:val="24"/>
          <w:szCs w:val="24"/>
        </w:rPr>
        <w:t>................................... zł, słownie:..................................................................</w:t>
      </w:r>
      <w:r>
        <w:rPr>
          <w:rFonts w:ascii="Arial Narrow" w:hAnsi="Arial Narrow"/>
          <w:sz w:val="24"/>
          <w:szCs w:val="24"/>
        </w:rPr>
        <w:t>.................................................................................</w:t>
      </w:r>
      <w:r w:rsidR="00F7582D" w:rsidRPr="008F54A6">
        <w:rPr>
          <w:rFonts w:ascii="Arial Narrow" w:hAnsi="Arial Narrow"/>
          <w:sz w:val="24"/>
          <w:szCs w:val="24"/>
        </w:rPr>
        <w:t>..</w:t>
      </w:r>
    </w:p>
    <w:p w14:paraId="5C594FF2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647E16AB" w14:textId="77777777" w:rsidR="00E150CF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Stawka VAT …………………./ </w:t>
      </w:r>
      <w:bookmarkStart w:id="0" w:name="_Hlk222398714"/>
      <w:r>
        <w:rPr>
          <w:rFonts w:ascii="Arial Narrow" w:hAnsi="Arial Narrow"/>
          <w:sz w:val="24"/>
          <w:szCs w:val="24"/>
        </w:rPr>
        <w:t>jestem osobą fizyc</w:t>
      </w:r>
      <w:r w:rsidR="00F576E9">
        <w:rPr>
          <w:rFonts w:ascii="Arial Narrow" w:hAnsi="Arial Narrow"/>
          <w:sz w:val="24"/>
          <w:szCs w:val="24"/>
        </w:rPr>
        <w:t>z</w:t>
      </w:r>
      <w:r>
        <w:rPr>
          <w:rFonts w:ascii="Arial Narrow" w:hAnsi="Arial Narrow"/>
          <w:sz w:val="24"/>
          <w:szCs w:val="24"/>
        </w:rPr>
        <w:t>ną ni</w:t>
      </w:r>
      <w:r w:rsidR="00E150CF">
        <w:rPr>
          <w:rFonts w:ascii="Arial Narrow" w:hAnsi="Arial Narrow"/>
          <w:sz w:val="24"/>
          <w:szCs w:val="24"/>
        </w:rPr>
        <w:t>e prowadzącą działalności</w:t>
      </w:r>
      <w:bookmarkEnd w:id="0"/>
      <w:r>
        <w:rPr>
          <w:rFonts w:ascii="Arial Narrow" w:hAnsi="Arial Narrow"/>
          <w:sz w:val="24"/>
          <w:szCs w:val="24"/>
        </w:rPr>
        <w:t xml:space="preserve">, </w:t>
      </w:r>
    </w:p>
    <w:p w14:paraId="695CDD7D" w14:textId="70BB822E" w:rsidR="00F7582D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VAT: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słownie:....................................................................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559442D2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ab/>
      </w:r>
    </w:p>
    <w:p w14:paraId="33D459D7" w14:textId="77777777" w:rsidR="00F7582D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Cena brutto: </w:t>
      </w:r>
      <w:r w:rsidRPr="008F54A6">
        <w:rPr>
          <w:rFonts w:ascii="Arial Narrow" w:hAnsi="Arial Narrow"/>
          <w:sz w:val="24"/>
          <w:szCs w:val="24"/>
        </w:rPr>
        <w:tab/>
        <w:t>................................... zł, słownie: ....................................................................</w:t>
      </w:r>
    </w:p>
    <w:p w14:paraId="477CDB56" w14:textId="77777777" w:rsidR="00166690" w:rsidRDefault="00166690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7A20086F" w14:textId="77777777" w:rsidR="00166690" w:rsidRDefault="00166690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24FF3878" w14:textId="7E27B8B8" w:rsidR="00166690" w:rsidRDefault="00166690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Osoba/y wskazane do wykonywania nadzoru:</w:t>
      </w:r>
    </w:p>
    <w:p w14:paraId="5BCB711E" w14:textId="1CD40AE9" w:rsidR="00166690" w:rsidRDefault="00166690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25C26740" w14:textId="5989C5E6" w:rsidR="00166690" w:rsidRDefault="00166690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Realizacje: </w:t>
      </w:r>
    </w:p>
    <w:p w14:paraId="034D6792" w14:textId="64F6F87B" w:rsidR="00166690" w:rsidRDefault="00166690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 umowy:……..</w:t>
      </w:r>
      <w:r w:rsidRPr="001666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……..……..……..……..……..……..……..……..……..……..……..……..……..</w:t>
      </w:r>
    </w:p>
    <w:p w14:paraId="0E696ABD" w14:textId="653595FB" w:rsidR="00166690" w:rsidRDefault="00166690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Termin wykonania umowy: </w:t>
      </w:r>
      <w:r>
        <w:rPr>
          <w:rFonts w:ascii="Arial Narrow" w:hAnsi="Arial Narrow"/>
          <w:sz w:val="24"/>
          <w:szCs w:val="24"/>
        </w:rPr>
        <w:t>……..……..……..……..……..……..……..……..……..……..……..……..……..</w:t>
      </w:r>
    </w:p>
    <w:p w14:paraId="06190CDA" w14:textId="77777777" w:rsidR="00166690" w:rsidRDefault="00166690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Budynek, w którym realizowana była usługa (adres):……..</w:t>
      </w:r>
      <w:r w:rsidRPr="001666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……..……..……..……..……..……..……..……..</w:t>
      </w:r>
    </w:p>
    <w:p w14:paraId="2E532AFF" w14:textId="474FA7DC" w:rsidR="00166690" w:rsidRDefault="00166690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</w:p>
    <w:p w14:paraId="67A17172" w14:textId="63BE944C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378A0219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POZOSTAŁE OŚWIADCZENIA WYKONAWCY</w:t>
      </w:r>
    </w:p>
    <w:p w14:paraId="447F5133" w14:textId="77777777" w:rsidR="00F7582D" w:rsidRPr="008F54A6" w:rsidRDefault="00F7582D" w:rsidP="00027BC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  <w:u w:val="single"/>
        </w:rPr>
        <w:t>Oświadczenie dotyczące postanowień specyfikacji warunków zamówienia</w:t>
      </w:r>
    </w:p>
    <w:p w14:paraId="635ADC61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Ja (my) niżej podpisany(i) oświadczamy, że:</w:t>
      </w:r>
    </w:p>
    <w:p w14:paraId="2FC560B0" w14:textId="77777777" w:rsidR="00F7582D" w:rsidRPr="008F54A6" w:rsidRDefault="00F7582D" w:rsidP="00027BCA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zapoznaliśmy się ze specyfikacją warunków zamówienia, nie wnosimy żadnych zastrzeżeń oraz uzyskaliśmy niezbędne informacje do przygotowania oferty,</w:t>
      </w:r>
    </w:p>
    <w:p w14:paraId="421B058C" w14:textId="77777777" w:rsidR="00F7582D" w:rsidRPr="008F54A6" w:rsidRDefault="00F7582D" w:rsidP="00027BCA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uważamy się za związanych z ofertą przez czas wskazany w specyfikacji warunków zamówienia,</w:t>
      </w:r>
    </w:p>
    <w:p w14:paraId="21B09BE3" w14:textId="77777777" w:rsidR="00F7582D" w:rsidRPr="008F54A6" w:rsidRDefault="00F7582D" w:rsidP="00027BCA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załączone do specyfikacji warunków zamówienia wymagania stawiane Wykonawcy oraz postanowienia umowy zostały przez nas zaakceptowane bez zastrzeżeń i zobowiązujemy się w przypadku wyboru naszej oferty do zawarcia umowy w miejscu i terminie wyznaczonym przez Zamawiającego,</w:t>
      </w:r>
    </w:p>
    <w:p w14:paraId="0F5906A5" w14:textId="77777777" w:rsidR="00F7582D" w:rsidRPr="008F54A6" w:rsidRDefault="00F7582D" w:rsidP="00027BCA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nie uczestniczymy jako Wykonawca lub Współwykonawca w jakiejkolwiek innej ofercie złożonej w ramach niniejszego postępowania o udzielenie zamówienia publicznego,</w:t>
      </w:r>
    </w:p>
    <w:p w14:paraId="65609DBD" w14:textId="77777777" w:rsidR="00F7582D" w:rsidRPr="008F54A6" w:rsidRDefault="00F7582D" w:rsidP="00027BCA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akceptujemy warunki płatności określone w projekcie umowy,</w:t>
      </w:r>
    </w:p>
    <w:p w14:paraId="46904589" w14:textId="77777777" w:rsidR="00F7582D" w:rsidRPr="008F54A6" w:rsidRDefault="00F7582D" w:rsidP="00027BCA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w cenie mojej/naszej oferty zostały uwzględnione wszystkie koszty wykonania zamówienia</w:t>
      </w:r>
    </w:p>
    <w:p w14:paraId="27C8657F" w14:textId="77777777" w:rsidR="00F7582D" w:rsidRPr="008F54A6" w:rsidRDefault="00F7582D" w:rsidP="00027BCA">
      <w:pPr>
        <w:numPr>
          <w:ilvl w:val="0"/>
          <w:numId w:val="2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lastRenderedPageBreak/>
        <w:t xml:space="preserve">nie podlegamy wykluczeniu na podstawie art. 7 ust 1 ustawy z dnia 13 kwietnia </w:t>
      </w:r>
      <w:r w:rsidRPr="008F54A6">
        <w:rPr>
          <w:rFonts w:ascii="Arial Narrow" w:hAnsi="Arial Narrow"/>
          <w:sz w:val="24"/>
          <w:szCs w:val="24"/>
        </w:rPr>
        <w:br/>
        <w:t>2022 r. o szczególnych rozwiązaniach w zakresie przeciwdziałania wspieraniu agresji na Ukrainę oraz służących ochronie bezpieczeństwa narodowego,</w:t>
      </w:r>
    </w:p>
    <w:p w14:paraId="4DEA92FA" w14:textId="77777777" w:rsidR="00F7582D" w:rsidRPr="008F54A6" w:rsidRDefault="00F7582D" w:rsidP="00027BC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  <w:u w:val="single"/>
        </w:rPr>
        <w:t>Oświadczenie Wykonawcy w zakresie wypełnienia obowiązków informacyjnych przewidzianych w art. 13 lub art. 14 RODO</w:t>
      </w:r>
    </w:p>
    <w:p w14:paraId="3B15527E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Oświadczam, że wypełniłem obowiązki informacyjne przewidziane w art. 13 lub art. 14 RODO</w:t>
      </w:r>
      <w:r w:rsidRPr="008F54A6">
        <w:rPr>
          <w:rFonts w:ascii="Arial Narrow" w:hAnsi="Arial Narrow"/>
          <w:sz w:val="24"/>
          <w:szCs w:val="24"/>
          <w:vertAlign w:val="superscript"/>
        </w:rPr>
        <w:t>1)</w:t>
      </w:r>
      <w:r w:rsidRPr="008F54A6">
        <w:rPr>
          <w:rFonts w:ascii="Arial Narrow" w:hAnsi="Arial Narrow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8F54A6">
        <w:rPr>
          <w:rFonts w:ascii="Arial Narrow" w:hAnsi="Arial Narrow"/>
          <w:sz w:val="24"/>
          <w:szCs w:val="24"/>
          <w:vertAlign w:val="superscript"/>
        </w:rPr>
        <w:t>2)</w:t>
      </w:r>
    </w:p>
    <w:p w14:paraId="3C0A852A" w14:textId="77777777" w:rsidR="00F7582D" w:rsidRPr="008F54A6" w:rsidRDefault="00F7582D" w:rsidP="00027BCA">
      <w:pPr>
        <w:numPr>
          <w:ilvl w:val="0"/>
          <w:numId w:val="3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AA36A7B" w14:textId="77777777" w:rsidR="00F7582D" w:rsidRPr="008F54A6" w:rsidRDefault="00F7582D" w:rsidP="00027BCA">
      <w:pPr>
        <w:numPr>
          <w:ilvl w:val="0"/>
          <w:numId w:val="3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38E2CC" w14:textId="77777777" w:rsidR="00F7582D" w:rsidRPr="008F54A6" w:rsidRDefault="00F7582D" w:rsidP="00027BC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Zamówienie wykonam sam/z udziałem* Podwykonawców (*niepotrzebne skreślić)</w:t>
      </w: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825"/>
        <w:gridCol w:w="3401"/>
      </w:tblGrid>
      <w:tr w:rsidR="00F7582D" w:rsidRPr="008F54A6" w14:paraId="3CCA73EE" w14:textId="77777777" w:rsidTr="001D0078">
        <w:trPr>
          <w:trHeight w:val="69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3619E87" w14:textId="77777777" w:rsidR="00F7582D" w:rsidRPr="008F54A6" w:rsidRDefault="00F7582D" w:rsidP="00027BCA">
            <w:pPr>
              <w:spacing w:after="0" w:line="276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L.p.</w:t>
            </w:r>
            <w:proofErr w:type="spellEnd"/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30B6287" w14:textId="77777777" w:rsidR="00F7582D" w:rsidRPr="008F54A6" w:rsidRDefault="00F7582D" w:rsidP="00027BCA">
            <w:pPr>
              <w:spacing w:after="0" w:line="276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Części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zamówienia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zakres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prac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jakie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Wykonawca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zamierza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powierzyć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Podwykonawcom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6CFCBCF" w14:textId="77777777" w:rsidR="00F7582D" w:rsidRPr="008F54A6" w:rsidRDefault="00F7582D" w:rsidP="00027BCA">
            <w:pPr>
              <w:spacing w:after="0" w:line="276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Firma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nazwa</w:t>
            </w:r>
            <w:proofErr w:type="spellEnd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Podwykonawcy</w:t>
            </w:r>
            <w:proofErr w:type="spellEnd"/>
          </w:p>
        </w:tc>
      </w:tr>
      <w:tr w:rsidR="00F7582D" w:rsidRPr="008F54A6" w14:paraId="707C8D7C" w14:textId="77777777" w:rsidTr="001D0078">
        <w:trPr>
          <w:trHeight w:val="558"/>
        </w:trPr>
        <w:tc>
          <w:tcPr>
            <w:tcW w:w="8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DCE3FFC" w14:textId="77777777" w:rsidR="00F7582D" w:rsidRPr="008F54A6" w:rsidRDefault="00F7582D" w:rsidP="00027BCA">
            <w:pPr>
              <w:spacing w:after="0" w:line="276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1.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798E2D" w14:textId="77777777" w:rsidR="00F7582D" w:rsidRPr="008F54A6" w:rsidRDefault="00F7582D" w:rsidP="00027BCA">
            <w:pPr>
              <w:spacing w:after="0" w:line="276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500FD7" w14:textId="77777777" w:rsidR="00F7582D" w:rsidRPr="008F54A6" w:rsidRDefault="00F7582D" w:rsidP="00027BCA">
            <w:pPr>
              <w:spacing w:after="0" w:line="276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F7582D" w:rsidRPr="008F54A6" w14:paraId="4A5CFE34" w14:textId="77777777" w:rsidTr="001D0078">
        <w:trPr>
          <w:trHeight w:val="558"/>
        </w:trPr>
        <w:tc>
          <w:tcPr>
            <w:tcW w:w="8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54CBAD7" w14:textId="77777777" w:rsidR="00F7582D" w:rsidRPr="008F54A6" w:rsidRDefault="00F7582D" w:rsidP="00027BCA">
            <w:pPr>
              <w:spacing w:after="0" w:line="276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8F54A6">
              <w:rPr>
                <w:rFonts w:ascii="Arial Narrow" w:hAnsi="Arial Narrow"/>
                <w:sz w:val="24"/>
                <w:szCs w:val="24"/>
                <w:lang w:val="en-US"/>
              </w:rPr>
              <w:t>2.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(…)</w:t>
            </w:r>
          </w:p>
        </w:tc>
        <w:tc>
          <w:tcPr>
            <w:tcW w:w="4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A8C06B" w14:textId="77777777" w:rsidR="00F7582D" w:rsidRPr="008F54A6" w:rsidRDefault="00F7582D" w:rsidP="00027BCA">
            <w:pPr>
              <w:spacing w:after="0" w:line="276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3EA9B85" w14:textId="77777777" w:rsidR="00F7582D" w:rsidRPr="008F54A6" w:rsidRDefault="00F7582D" w:rsidP="00027BCA">
            <w:pPr>
              <w:spacing w:after="0" w:line="276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</w:tbl>
    <w:p w14:paraId="6C90F644" w14:textId="77777777" w:rsidR="00F7582D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104485B1" w14:textId="77777777" w:rsidR="00F7582D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2FC99BDD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646D287A" w14:textId="77777777" w:rsidR="00F7582D" w:rsidRPr="008F54A6" w:rsidRDefault="00F7582D" w:rsidP="00027BC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Oświadczam(y), że:</w:t>
      </w:r>
    </w:p>
    <w:p w14:paraId="4AB6BD31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wybór mojej / naszej oferty nie będzie / będzie* prowadził do powstania u Zamawiającego obowiązku podatkowego** zgodnie z przepisami o podatku od towarów i usług w zakresie:</w:t>
      </w:r>
    </w:p>
    <w:p w14:paraId="5F84D7B7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(poniżej należy wskazać nazwę (rodzaj) towaru lub usługi, których dostawa lub świadczenie będzie prowadzić do powstania takiego obowiązku podatkowego – wskazać nazwę, która znajdzie się później w fakturze. Należy wskazać wartość tego towaru lub usług bez kwoty podatku oraz wskazać stawkę podatku od towarów i usług, która zgodnie z wiedzą wykonawcy będzie miała zastosowanie)</w:t>
      </w:r>
    </w:p>
    <w:p w14:paraId="06547C4C" w14:textId="77777777" w:rsidR="00F7582D" w:rsidRPr="008F54A6" w:rsidRDefault="00F7582D" w:rsidP="00027BCA">
      <w:pPr>
        <w:numPr>
          <w:ilvl w:val="0"/>
          <w:numId w:val="4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………………………………………………………. o wartości …………………. zł netto, </w:t>
      </w:r>
    </w:p>
    <w:p w14:paraId="723129E7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stawka podatku od towarów i usług ……………..…</w:t>
      </w:r>
    </w:p>
    <w:p w14:paraId="632168E5" w14:textId="77777777" w:rsidR="00F7582D" w:rsidRPr="008F54A6" w:rsidRDefault="00F7582D" w:rsidP="00027BCA">
      <w:pPr>
        <w:numPr>
          <w:ilvl w:val="0"/>
          <w:numId w:val="4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………………………………………………………. o wartości …………………. zł netto, </w:t>
      </w:r>
    </w:p>
    <w:p w14:paraId="13C1FB47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stawka podatku od towarów i usług ……………..…</w:t>
      </w:r>
    </w:p>
    <w:p w14:paraId="13D17D5B" w14:textId="77777777" w:rsidR="00F7582D" w:rsidRPr="008F54A6" w:rsidRDefault="00F7582D" w:rsidP="00027BCA">
      <w:pPr>
        <w:numPr>
          <w:ilvl w:val="0"/>
          <w:numId w:val="4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………………………………………………………. o wartości …………………. zł netto, </w:t>
      </w:r>
    </w:p>
    <w:p w14:paraId="66C2C620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stawka podatku od towarów i usług ……………..…</w:t>
      </w:r>
    </w:p>
    <w:p w14:paraId="5937B10F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48907AD2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Dokumenty</w:t>
      </w:r>
    </w:p>
    <w:p w14:paraId="69C4931E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lastRenderedPageBreak/>
        <w:t xml:space="preserve">Na potwierdzenie spełnienia wymagań do oferty załączam: </w:t>
      </w:r>
    </w:p>
    <w:p w14:paraId="354CD505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5F94E29A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6DC61A37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63E89BE0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Zastrzeżenie Wykonawcy</w:t>
      </w:r>
    </w:p>
    <w:p w14:paraId="6DB0CFCA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Niżej wymienione dokumenty składające się na ofertę stanowiące tajemnicę przedsiębiorstwa nie mogą być ogólnie udostępnione* (ponadto należy wykazać, iż zastrzeżone informacje stanowią tajemnicę przedsiębiorstwa):</w:t>
      </w:r>
    </w:p>
    <w:p w14:paraId="33207C68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00517DB9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5150D0D0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246794A8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 xml:space="preserve">Inne informacje Wykonawcy: </w:t>
      </w:r>
    </w:p>
    <w:p w14:paraId="34BEB1C5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12B6AA03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04A4E798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</w:t>
      </w:r>
    </w:p>
    <w:p w14:paraId="45557607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7A9DD324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Oferta została złożona na .................. ponumerowanych stronach.</w:t>
      </w:r>
    </w:p>
    <w:p w14:paraId="13B9FBCD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60FD945A" w14:textId="77777777" w:rsidR="00F7582D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bookmarkStart w:id="1" w:name="_Hlk66446977"/>
      <w:bookmarkStart w:id="2" w:name="_Hlk129357293"/>
      <w:bookmarkStart w:id="3" w:name="_Hlk129356028"/>
      <w:r>
        <w:rPr>
          <w:rFonts w:ascii="Arial Narrow" w:hAnsi="Arial Narrow"/>
          <w:sz w:val="24"/>
          <w:szCs w:val="24"/>
        </w:rPr>
        <w:t xml:space="preserve">Podpis: </w:t>
      </w:r>
    </w:p>
    <w:p w14:paraId="7B313954" w14:textId="77777777" w:rsidR="00F7582D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2A71364A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1"/>
    <w:p w14:paraId="543C8894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31506B7C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8F54A6">
        <w:rPr>
          <w:rFonts w:ascii="Arial Narrow" w:hAnsi="Arial Narrow"/>
          <w:sz w:val="24"/>
          <w:szCs w:val="24"/>
          <w:u w:val="single"/>
        </w:rPr>
        <w:t>Uwaga:</w:t>
      </w:r>
    </w:p>
    <w:p w14:paraId="75384617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W przypadku składania oferty wspólnej Ofertę podpisuje ustanowiony do reprezentowania</w:t>
      </w:r>
      <w:r w:rsidRPr="008F54A6">
        <w:rPr>
          <w:rFonts w:ascii="Arial Narrow" w:hAnsi="Arial Narrow"/>
          <w:sz w:val="24"/>
          <w:szCs w:val="24"/>
        </w:rPr>
        <w:br/>
        <w:t>w postępowaniu Pełnomocnik lub łącznie wszyscy Wykonawcy składający wspólną ofertę.</w:t>
      </w:r>
      <w:bookmarkEnd w:id="2"/>
      <w:bookmarkEnd w:id="3"/>
    </w:p>
    <w:p w14:paraId="0AE5DC97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>*</w:t>
      </w:r>
      <w:r w:rsidRPr="008F54A6">
        <w:rPr>
          <w:rFonts w:ascii="Arial Narrow" w:hAnsi="Arial Narrow"/>
          <w:sz w:val="24"/>
          <w:szCs w:val="24"/>
        </w:rPr>
        <w:tab/>
        <w:t>niepotrzebne skreślić</w:t>
      </w:r>
    </w:p>
    <w:p w14:paraId="2F4C46A0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8F54A6">
        <w:rPr>
          <w:rFonts w:ascii="Arial Narrow" w:hAnsi="Arial Narrow"/>
          <w:sz w:val="24"/>
          <w:szCs w:val="24"/>
        </w:rPr>
        <w:t xml:space="preserve">** </w:t>
      </w:r>
      <w:r w:rsidRPr="008F54A6">
        <w:rPr>
          <w:rFonts w:ascii="Arial Narrow" w:hAnsi="Arial Narrow"/>
          <w:sz w:val="24"/>
          <w:szCs w:val="24"/>
        </w:rPr>
        <w:tab/>
        <w:t>Powstanie obowiązku podatkowego u Zamawiającego wynika z okoliczności: wewnątrzwspólnotowego nabycia towarów, importu usług lub towarów, mechanizmu odwróconego obciążenia podatkiem VAT.</w:t>
      </w:r>
    </w:p>
    <w:p w14:paraId="1C3E43B1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1BB78F6E" w14:textId="77777777" w:rsidR="00F7582D" w:rsidRPr="008F54A6" w:rsidRDefault="00F7582D" w:rsidP="00027BCA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6C06364A" w14:textId="77777777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455DB217" w14:textId="77777777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3685E3EA" w14:textId="77777777" w:rsidR="00F7582D" w:rsidRPr="008F54A6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49854D64" w14:textId="77777777" w:rsidR="00F7582D" w:rsidRPr="00AA6F2D" w:rsidRDefault="00F7582D" w:rsidP="00F7582D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4C99717" w14:textId="77777777" w:rsidR="00AA6F2D" w:rsidRPr="00AA6F2D" w:rsidRDefault="00AA6F2D" w:rsidP="00AA6F2D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AA6F2D" w:rsidRPr="00AA6F2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4AF91" w14:textId="77777777" w:rsidR="0083397C" w:rsidRDefault="0083397C" w:rsidP="001522C2">
      <w:pPr>
        <w:spacing w:after="0" w:line="240" w:lineRule="auto"/>
      </w:pPr>
      <w:r>
        <w:separator/>
      </w:r>
    </w:p>
  </w:endnote>
  <w:endnote w:type="continuationSeparator" w:id="0">
    <w:p w14:paraId="4C7D8B9C" w14:textId="77777777" w:rsidR="0083397C" w:rsidRDefault="0083397C" w:rsidP="0015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97114" w14:textId="77777777" w:rsidR="001522C2" w:rsidRDefault="001522C2">
    <w:pPr>
      <w:pStyle w:val="Stopka"/>
    </w:pPr>
    <w:r w:rsidRPr="00387263">
      <w:rPr>
        <w:noProof/>
        <w:lang w:eastAsia="pl-PL"/>
      </w:rPr>
      <w:drawing>
        <wp:inline distT="0" distB="0" distL="0" distR="0" wp14:anchorId="24283836" wp14:editId="360144D0">
          <wp:extent cx="5760720" cy="802157"/>
          <wp:effectExtent l="0" t="0" r="0" b="0"/>
          <wp:docPr id="1" name="Obraz 1" descr="W:\BR\00_BR z BTCM\00_7 CUDÓW\01_7 CUDÓW\6. Dokumentacja programowa\wersja achromatyc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BR\00_BR z BTCM\00_7 CUDÓW\01_7 CUDÓW\6. Dokumentacja programowa\wersja achromatyc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33E85A" w14:textId="77777777" w:rsidR="001522C2" w:rsidRDefault="00152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9A496" w14:textId="77777777" w:rsidR="0083397C" w:rsidRDefault="0083397C" w:rsidP="001522C2">
      <w:pPr>
        <w:spacing w:after="0" w:line="240" w:lineRule="auto"/>
      </w:pPr>
      <w:r>
        <w:separator/>
      </w:r>
    </w:p>
  </w:footnote>
  <w:footnote w:type="continuationSeparator" w:id="0">
    <w:p w14:paraId="0329BC85" w14:textId="77777777" w:rsidR="0083397C" w:rsidRDefault="0083397C" w:rsidP="00152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0C88"/>
    <w:multiLevelType w:val="hybridMultilevel"/>
    <w:tmpl w:val="3E8A7F80"/>
    <w:lvl w:ilvl="0" w:tplc="855C847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D298B"/>
    <w:multiLevelType w:val="hybridMultilevel"/>
    <w:tmpl w:val="FEE894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A5612"/>
    <w:multiLevelType w:val="hybridMultilevel"/>
    <w:tmpl w:val="85463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E05BC"/>
    <w:multiLevelType w:val="hybridMultilevel"/>
    <w:tmpl w:val="F94A364C"/>
    <w:lvl w:ilvl="0" w:tplc="DF1CC4B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939795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92752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8334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559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82D"/>
    <w:rsid w:val="00027BCA"/>
    <w:rsid w:val="00041C6B"/>
    <w:rsid w:val="000B7303"/>
    <w:rsid w:val="001315DC"/>
    <w:rsid w:val="001522C2"/>
    <w:rsid w:val="001627AC"/>
    <w:rsid w:val="00166690"/>
    <w:rsid w:val="001D1F39"/>
    <w:rsid w:val="001E64DF"/>
    <w:rsid w:val="00233CAB"/>
    <w:rsid w:val="00497873"/>
    <w:rsid w:val="0054093C"/>
    <w:rsid w:val="00795F52"/>
    <w:rsid w:val="0083397C"/>
    <w:rsid w:val="00AA6F2D"/>
    <w:rsid w:val="00AF35E4"/>
    <w:rsid w:val="00C6059F"/>
    <w:rsid w:val="00C9089F"/>
    <w:rsid w:val="00CB37E0"/>
    <w:rsid w:val="00D37B8F"/>
    <w:rsid w:val="00E150CF"/>
    <w:rsid w:val="00F576E9"/>
    <w:rsid w:val="00F7582D"/>
    <w:rsid w:val="00FA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F585"/>
  <w15:chartTrackingRefBased/>
  <w15:docId w15:val="{24B7C33F-CBD9-4DA1-BCFC-7718F5FE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8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2C2"/>
  </w:style>
  <w:style w:type="paragraph" w:styleId="Stopka">
    <w:name w:val="footer"/>
    <w:basedOn w:val="Normalny"/>
    <w:link w:val="StopkaZnak"/>
    <w:uiPriority w:val="99"/>
    <w:unhideWhenUsed/>
    <w:rsid w:val="00152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B\Documents\Niestandardowe%20szablony%20pakietu%20Office\wz&#243;r%20papieru%20Feniks%20MO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 Feniks MONO</Template>
  <TotalTime>16</TotalTime>
  <Pages>4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Agnieszka Tybus-Bugajska</cp:lastModifiedBy>
  <cp:revision>3</cp:revision>
  <dcterms:created xsi:type="dcterms:W3CDTF">2026-02-19T12:17:00Z</dcterms:created>
  <dcterms:modified xsi:type="dcterms:W3CDTF">2026-02-19T14:53:00Z</dcterms:modified>
</cp:coreProperties>
</file>